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75" w:rsidRPr="004860E6" w:rsidRDefault="00366175" w:rsidP="0041478D">
      <w:pPr>
        <w:spacing w:line="720" w:lineRule="auto"/>
        <w:jc w:val="center"/>
        <w:rPr>
          <w:rFonts w:ascii="宋体" w:eastAsia="宋体" w:hAnsi="宋体"/>
          <w:b/>
          <w:sz w:val="36"/>
          <w:szCs w:val="36"/>
        </w:rPr>
      </w:pPr>
      <w:r w:rsidRPr="004860E6">
        <w:rPr>
          <w:rFonts w:ascii="宋体" w:eastAsia="宋体" w:hAnsi="宋体" w:hint="eastAsia"/>
          <w:b/>
          <w:sz w:val="36"/>
          <w:szCs w:val="36"/>
        </w:rPr>
        <w:t>个人信息变更申请表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898"/>
        <w:gridCol w:w="1982"/>
        <w:gridCol w:w="1256"/>
        <w:gridCol w:w="184"/>
        <w:gridCol w:w="2789"/>
      </w:tblGrid>
      <w:tr w:rsidR="00366175" w:rsidRPr="00EF1F84" w:rsidTr="002D27D7">
        <w:tc>
          <w:tcPr>
            <w:tcW w:w="1187" w:type="dxa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r w:rsidRPr="00EF1F84">
              <w:rPr>
                <w:rFonts w:ascii="宋体" w:eastAsia="宋体" w:hAnsi="宋体" w:hint="eastAsia"/>
                <w:sz w:val="24"/>
                <w:szCs w:val="24"/>
              </w:rPr>
              <w:t>单位名称</w:t>
            </w:r>
          </w:p>
        </w:tc>
        <w:tc>
          <w:tcPr>
            <w:tcW w:w="7109" w:type="dxa"/>
            <w:gridSpan w:val="5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1187" w:type="dxa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880" w:type="dxa"/>
            <w:gridSpan w:val="2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789" w:type="dxa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2085" w:type="dxa"/>
            <w:gridSpan w:val="2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6211" w:type="dxa"/>
            <w:gridSpan w:val="4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2085" w:type="dxa"/>
            <w:gridSpan w:val="2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申请变更项目</w:t>
            </w:r>
          </w:p>
        </w:tc>
        <w:tc>
          <w:tcPr>
            <w:tcW w:w="6211" w:type="dxa"/>
            <w:gridSpan w:val="4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2085" w:type="dxa"/>
            <w:gridSpan w:val="2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变更项目原信息</w:t>
            </w:r>
          </w:p>
        </w:tc>
        <w:tc>
          <w:tcPr>
            <w:tcW w:w="6211" w:type="dxa"/>
            <w:gridSpan w:val="4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2085" w:type="dxa"/>
            <w:gridSpan w:val="2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变更后信息</w:t>
            </w:r>
          </w:p>
        </w:tc>
        <w:tc>
          <w:tcPr>
            <w:tcW w:w="6211" w:type="dxa"/>
            <w:gridSpan w:val="4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2D27D7">
        <w:tc>
          <w:tcPr>
            <w:tcW w:w="2085" w:type="dxa"/>
            <w:gridSpan w:val="2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6211" w:type="dxa"/>
            <w:gridSpan w:val="4"/>
          </w:tcPr>
          <w:p w:rsidR="00366175" w:rsidRPr="00EF1F84" w:rsidRDefault="00366175" w:rsidP="002D27D7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66175" w:rsidRPr="00EF1F84" w:rsidTr="00EF1F84">
        <w:tc>
          <w:tcPr>
            <w:tcW w:w="8296" w:type="dxa"/>
            <w:gridSpan w:val="6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填表说明：</w:t>
            </w:r>
          </w:p>
          <w:p w:rsidR="00366175" w:rsidRPr="00EF1F84" w:rsidRDefault="00366175" w:rsidP="00EF1F84">
            <w:pPr>
              <w:pStyle w:val="ListParagraph"/>
              <w:numPr>
                <w:ilvl w:val="0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请根据职工个人信息真实情况填写相关信息；</w:t>
            </w:r>
          </w:p>
          <w:p w:rsidR="00366175" w:rsidRPr="00EF1F84" w:rsidRDefault="00366175" w:rsidP="00EF1F84">
            <w:pPr>
              <w:pStyle w:val="ListParagraph"/>
              <w:numPr>
                <w:ilvl w:val="0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填写完此表格，加盖单位公章，由用人单位送至备案窗口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或发至指定邮箱</w:t>
            </w:r>
            <w:r w:rsidRPr="00EF1F84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:rsidR="00366175" w:rsidRPr="00EF1F84" w:rsidRDefault="00366175" w:rsidP="00EF1F84">
            <w:pPr>
              <w:pStyle w:val="ListParagraph"/>
              <w:numPr>
                <w:ilvl w:val="0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材料清单：</w:t>
            </w:r>
          </w:p>
          <w:p w:rsidR="00366175" w:rsidRPr="00EF1F84" w:rsidRDefault="00366175" w:rsidP="00EF1F84">
            <w:pPr>
              <w:pStyle w:val="ListParagraph"/>
              <w:numPr>
                <w:ilvl w:val="1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个人信息变更申请表原件（加盖单位公章）；</w:t>
            </w:r>
          </w:p>
          <w:p w:rsidR="00366175" w:rsidRPr="00EF1F84" w:rsidRDefault="00366175" w:rsidP="00EF1F84">
            <w:pPr>
              <w:pStyle w:val="ListParagraph"/>
              <w:numPr>
                <w:ilvl w:val="1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职工个人身份证复印件或户口复印件（加盖单位公章）；</w:t>
            </w:r>
          </w:p>
          <w:p w:rsidR="00366175" w:rsidRPr="00EF1F84" w:rsidRDefault="00366175" w:rsidP="00EF1F84">
            <w:pPr>
              <w:pStyle w:val="ListParagraph"/>
              <w:numPr>
                <w:ilvl w:val="1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劳动合同书第一页复印件（加盖单位公章）；</w:t>
            </w:r>
          </w:p>
          <w:p w:rsidR="00366175" w:rsidRPr="00EF1F84" w:rsidRDefault="00366175" w:rsidP="00EF1F84">
            <w:pPr>
              <w:pStyle w:val="ListParagraph"/>
              <w:numPr>
                <w:ilvl w:val="1"/>
                <w:numId w:val="1"/>
              </w:numPr>
              <w:spacing w:line="480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签订劳动合同备案名册复印件（加盖单位公章）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</w:tr>
      <w:tr w:rsidR="00366175" w:rsidRPr="00EF1F84" w:rsidTr="00EF1F84">
        <w:tc>
          <w:tcPr>
            <w:tcW w:w="8296" w:type="dxa"/>
            <w:gridSpan w:val="6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以下由备案窗口工作人员填写</w:t>
            </w:r>
          </w:p>
        </w:tc>
      </w:tr>
      <w:tr w:rsidR="00366175" w:rsidRPr="00EF1F84" w:rsidTr="000E15EF">
        <w:tc>
          <w:tcPr>
            <w:tcW w:w="1187" w:type="dxa"/>
            <w:vMerge w:val="restart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受理结果</w:t>
            </w:r>
          </w:p>
        </w:tc>
        <w:tc>
          <w:tcPr>
            <w:tcW w:w="7109" w:type="dxa"/>
            <w:gridSpan w:val="5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处理并通知用人单位（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EF1F84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366175" w:rsidRPr="00EF1F84" w:rsidTr="000E15EF">
        <w:tc>
          <w:tcPr>
            <w:tcW w:w="1187" w:type="dxa"/>
            <w:vMerge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109" w:type="dxa"/>
            <w:gridSpan w:val="5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未能处理并通知用人单位（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EF1F84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366175" w:rsidRPr="00EF1F84" w:rsidTr="00813514">
        <w:tc>
          <w:tcPr>
            <w:tcW w:w="1187" w:type="dxa"/>
          </w:tcPr>
          <w:p w:rsidR="00366175" w:rsidRPr="00EF1F84" w:rsidRDefault="00366175" w:rsidP="00EF1F84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受理人</w:t>
            </w:r>
          </w:p>
        </w:tc>
        <w:tc>
          <w:tcPr>
            <w:tcW w:w="2880" w:type="dxa"/>
            <w:gridSpan w:val="2"/>
          </w:tcPr>
          <w:p w:rsidR="00366175" w:rsidRPr="00EF1F84" w:rsidRDefault="00366175" w:rsidP="000E15EF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56" w:type="dxa"/>
          </w:tcPr>
          <w:p w:rsidR="00366175" w:rsidRPr="00EF1F84" w:rsidRDefault="00366175" w:rsidP="000E15EF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EF1F84">
              <w:rPr>
                <w:rFonts w:ascii="宋体" w:eastAsia="宋体" w:hAnsi="宋体" w:hint="eastAsia"/>
                <w:sz w:val="24"/>
                <w:szCs w:val="24"/>
              </w:rPr>
              <w:t>受理日期</w:t>
            </w:r>
          </w:p>
        </w:tc>
        <w:tc>
          <w:tcPr>
            <w:tcW w:w="2973" w:type="dxa"/>
            <w:gridSpan w:val="2"/>
          </w:tcPr>
          <w:p w:rsidR="00366175" w:rsidRPr="00EF1F84" w:rsidRDefault="00366175" w:rsidP="000E15EF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bookmarkEnd w:id="0"/>
    </w:tbl>
    <w:p w:rsidR="00366175" w:rsidRDefault="00366175" w:rsidP="004860E6"/>
    <w:sectPr w:rsidR="00366175" w:rsidSect="009766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175" w:rsidRDefault="00366175">
      <w:r>
        <w:separator/>
      </w:r>
    </w:p>
  </w:endnote>
  <w:endnote w:type="continuationSeparator" w:id="1">
    <w:p w:rsidR="00366175" w:rsidRDefault="00366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175" w:rsidRDefault="00366175">
      <w:r>
        <w:separator/>
      </w:r>
    </w:p>
  </w:footnote>
  <w:footnote w:type="continuationSeparator" w:id="1">
    <w:p w:rsidR="00366175" w:rsidRDefault="003661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2BFE"/>
    <w:multiLevelType w:val="hybridMultilevel"/>
    <w:tmpl w:val="57AE049C"/>
    <w:lvl w:ilvl="0" w:tplc="DB98D23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3918AE7C">
      <w:start w:val="1"/>
      <w:numFmt w:val="decimalEnclosedCircle"/>
      <w:lvlText w:val="%2"/>
      <w:lvlJc w:val="left"/>
      <w:pPr>
        <w:ind w:left="780" w:hanging="360"/>
      </w:pPr>
      <w:rPr>
        <w:rFonts w:ascii="等线" w:eastAsia="等线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2E3"/>
    <w:rsid w:val="000E15EF"/>
    <w:rsid w:val="002D27D7"/>
    <w:rsid w:val="00337D21"/>
    <w:rsid w:val="00366175"/>
    <w:rsid w:val="00412E89"/>
    <w:rsid w:val="0041478D"/>
    <w:rsid w:val="004860E6"/>
    <w:rsid w:val="00813514"/>
    <w:rsid w:val="008A4C02"/>
    <w:rsid w:val="008D400E"/>
    <w:rsid w:val="00976647"/>
    <w:rsid w:val="00A517A1"/>
    <w:rsid w:val="00E812E3"/>
    <w:rsid w:val="00EF1F84"/>
    <w:rsid w:val="00F7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4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17A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517A1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2D2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D2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个人信息变更申请表</dc:title>
  <dc:subject/>
  <dc:creator>xzq</dc:creator>
  <cp:keywords/>
  <dc:description/>
  <cp:lastModifiedBy>User</cp:lastModifiedBy>
  <cp:revision>3</cp:revision>
  <dcterms:created xsi:type="dcterms:W3CDTF">2018-07-30T06:45:00Z</dcterms:created>
  <dcterms:modified xsi:type="dcterms:W3CDTF">2018-07-30T08:43:00Z</dcterms:modified>
</cp:coreProperties>
</file>